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C2058" w14:textId="057D9C0E" w:rsidR="00A756D0" w:rsidRPr="00DD29C3" w:rsidRDefault="00255B5B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8607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86073" w:rsidRPr="00686073">
        <w:rPr>
          <w:rFonts w:asciiTheme="majorHAnsi" w:eastAsia="Times New Roman" w:hAnsiTheme="majorHAnsi" w:cs="Times New Roman"/>
          <w:lang w:eastAsia="cs-CZ"/>
        </w:rPr>
        <w:t xml:space="preserve">7 </w:t>
      </w:r>
      <w:r w:rsidR="002F62D2">
        <w:rPr>
          <w:rFonts w:asciiTheme="majorHAnsi" w:eastAsia="Times New Roman" w:hAnsiTheme="majorHAnsi" w:cs="Times New Roman"/>
          <w:lang w:eastAsia="cs-CZ"/>
        </w:rPr>
        <w:t>Výzv</w:t>
      </w:r>
      <w:r w:rsidR="00624733">
        <w:rPr>
          <w:rFonts w:asciiTheme="majorHAnsi" w:eastAsia="Times New Roman" w:hAnsiTheme="majorHAnsi" w:cs="Times New Roman"/>
          <w:lang w:eastAsia="cs-CZ"/>
        </w:rPr>
        <w:t>y</w:t>
      </w:r>
    </w:p>
    <w:p w14:paraId="72FC2059" w14:textId="05B45EE9" w:rsidR="00A756D0" w:rsidRPr="00DD29C3" w:rsidRDefault="002F62D2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Dílčí nabídkové ceny</w:t>
      </w:r>
      <w:bookmarkStart w:id="0" w:name="_GoBack"/>
      <w:bookmarkEnd w:id="0"/>
    </w:p>
    <w:p w14:paraId="72FC205A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72FC205C" w14:textId="77777777" w:rsidR="00F56224" w:rsidRPr="00E255CB" w:rsidRDefault="00F56224" w:rsidP="00F56224">
      <w:pPr>
        <w:spacing w:after="0" w:line="240" w:lineRule="auto"/>
        <w:rPr>
          <w:rFonts w:eastAsia="Times New Roman" w:cs="Times New Roman"/>
        </w:rPr>
      </w:pPr>
    </w:p>
    <w:p w14:paraId="72FC205D" w14:textId="77777777" w:rsidR="00F56224" w:rsidRPr="00E255CB" w:rsidRDefault="00F56224" w:rsidP="00F56224">
      <w:pPr>
        <w:spacing w:after="0" w:line="240" w:lineRule="auto"/>
        <w:rPr>
          <w:rFonts w:eastAsia="Times New Roman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1957"/>
        <w:gridCol w:w="1832"/>
        <w:gridCol w:w="1540"/>
        <w:gridCol w:w="1540"/>
      </w:tblGrid>
      <w:tr w:rsidR="00E51E5B" w:rsidRPr="00E255CB" w14:paraId="72FC2064" w14:textId="77777777" w:rsidTr="00E51E5B">
        <w:tc>
          <w:tcPr>
            <w:tcW w:w="1957" w:type="dxa"/>
            <w:shd w:val="clear" w:color="auto" w:fill="D9D9D9"/>
          </w:tcPr>
          <w:p w14:paraId="72FC205F" w14:textId="77777777" w:rsidR="00E51E5B" w:rsidRPr="00E255CB" w:rsidRDefault="00E51E5B" w:rsidP="00997342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32" w:type="dxa"/>
            <w:shd w:val="clear" w:color="auto" w:fill="D9D9D9"/>
          </w:tcPr>
          <w:p w14:paraId="72FC2060" w14:textId="2AB7D7E9" w:rsidR="00E51E5B" w:rsidRPr="00E255CB" w:rsidRDefault="00E51E5B" w:rsidP="007761B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Cena</w:t>
            </w:r>
            <w:r w:rsidRPr="00E255CB">
              <w:rPr>
                <w:rFonts w:asciiTheme="minorHAnsi" w:hAnsiTheme="minorHAnsi"/>
                <w:b/>
                <w:sz w:val="18"/>
                <w:szCs w:val="18"/>
              </w:rPr>
              <w:t xml:space="preserve"> v Kč bez DPH</w:t>
            </w:r>
          </w:p>
        </w:tc>
        <w:tc>
          <w:tcPr>
            <w:tcW w:w="1540" w:type="dxa"/>
            <w:shd w:val="clear" w:color="auto" w:fill="D9D9D9"/>
          </w:tcPr>
          <w:p w14:paraId="72FC2061" w14:textId="77777777" w:rsidR="00E51E5B" w:rsidRPr="00E255CB" w:rsidRDefault="00E51E5B" w:rsidP="007761BB">
            <w:pPr>
              <w:rPr>
                <w:b/>
              </w:rPr>
            </w:pPr>
            <w:r w:rsidRPr="00255B5B">
              <w:rPr>
                <w:rFonts w:asciiTheme="majorHAnsi" w:hAnsiTheme="majorHAnsi"/>
                <w:b/>
                <w:sz w:val="18"/>
                <w:szCs w:val="18"/>
              </w:rPr>
              <w:t>Výše</w:t>
            </w:r>
            <w:r>
              <w:rPr>
                <w:b/>
              </w:rPr>
              <w:t xml:space="preserve"> </w:t>
            </w:r>
            <w:r w:rsidRPr="00997342">
              <w:rPr>
                <w:rFonts w:asciiTheme="minorHAnsi" w:hAnsiTheme="minorHAnsi"/>
                <w:b/>
                <w:sz w:val="18"/>
                <w:szCs w:val="18"/>
              </w:rPr>
              <w:t>DPH</w:t>
            </w:r>
          </w:p>
        </w:tc>
        <w:tc>
          <w:tcPr>
            <w:tcW w:w="1540" w:type="dxa"/>
            <w:shd w:val="clear" w:color="auto" w:fill="D9D9D9"/>
          </w:tcPr>
          <w:p w14:paraId="72FC2062" w14:textId="7B634923" w:rsidR="00E51E5B" w:rsidRPr="00E255CB" w:rsidRDefault="00E51E5B" w:rsidP="00255B5B">
            <w:pPr>
              <w:rPr>
                <w:b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Cena</w:t>
            </w:r>
            <w:r w:rsidRPr="00E255CB">
              <w:rPr>
                <w:rFonts w:asciiTheme="minorHAnsi" w:hAnsiTheme="minorHAnsi"/>
                <w:b/>
                <w:sz w:val="18"/>
                <w:szCs w:val="18"/>
              </w:rPr>
              <w:t xml:space="preserve"> v Kč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včetně </w:t>
            </w:r>
            <w:r w:rsidRPr="00E255CB">
              <w:rPr>
                <w:rFonts w:asciiTheme="minorHAnsi" w:hAnsiTheme="minorHAnsi"/>
                <w:b/>
                <w:sz w:val="18"/>
                <w:szCs w:val="18"/>
              </w:rPr>
              <w:t>DPH</w:t>
            </w:r>
          </w:p>
        </w:tc>
      </w:tr>
      <w:tr w:rsidR="00E51E5B" w:rsidRPr="00E255CB" w14:paraId="72FC206C" w14:textId="77777777" w:rsidTr="00E51E5B">
        <w:tc>
          <w:tcPr>
            <w:tcW w:w="1957" w:type="dxa"/>
          </w:tcPr>
          <w:p w14:paraId="72FC2065" w14:textId="545B31F7" w:rsidR="00E51E5B" w:rsidRPr="00E255CB" w:rsidRDefault="00E51E5B" w:rsidP="007761B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Fáze 1</w:t>
            </w:r>
            <w:r w:rsidR="00997342">
              <w:rPr>
                <w:rFonts w:asciiTheme="minorHAnsi" w:hAnsiTheme="minorHAnsi"/>
                <w:sz w:val="18"/>
                <w:szCs w:val="18"/>
              </w:rPr>
              <w:br/>
              <w:t>20 % z ceny</w:t>
            </w:r>
          </w:p>
        </w:tc>
        <w:tc>
          <w:tcPr>
            <w:tcW w:w="1832" w:type="dxa"/>
          </w:tcPr>
          <w:p w14:paraId="72FC2066" w14:textId="77777777" w:rsidR="00E51E5B" w:rsidRPr="00E255CB" w:rsidRDefault="00E51E5B" w:rsidP="007761BB">
            <w:pPr>
              <w:rPr>
                <w:rFonts w:asciiTheme="minorHAnsi" w:hAnsiTheme="minorHAnsi"/>
                <w:sz w:val="18"/>
                <w:szCs w:val="18"/>
              </w:rPr>
            </w:pP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2FC2067" w14:textId="77777777" w:rsidR="00E51E5B" w:rsidRPr="00E255CB" w:rsidRDefault="00E51E5B" w:rsidP="007761BB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540" w:type="dxa"/>
          </w:tcPr>
          <w:p w14:paraId="72FC2068" w14:textId="77777777" w:rsidR="00E51E5B" w:rsidRPr="00E255CB" w:rsidRDefault="00E51E5B" w:rsidP="007761BB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</w:tr>
      <w:tr w:rsidR="00E51E5B" w:rsidRPr="00E255CB" w14:paraId="72FC2074" w14:textId="77777777" w:rsidTr="00E51E5B">
        <w:tc>
          <w:tcPr>
            <w:tcW w:w="1957" w:type="dxa"/>
          </w:tcPr>
          <w:p w14:paraId="72FC206D" w14:textId="617E4984" w:rsidR="00E51E5B" w:rsidRPr="00E255CB" w:rsidRDefault="00E51E5B" w:rsidP="007761B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Fáze 2</w:t>
            </w:r>
            <w:r w:rsidR="00997342">
              <w:rPr>
                <w:rFonts w:asciiTheme="minorHAnsi" w:hAnsiTheme="minorHAnsi"/>
                <w:sz w:val="18"/>
                <w:szCs w:val="18"/>
              </w:rPr>
              <w:br/>
              <w:t>80 % z ceny</w:t>
            </w:r>
          </w:p>
        </w:tc>
        <w:tc>
          <w:tcPr>
            <w:tcW w:w="1832" w:type="dxa"/>
          </w:tcPr>
          <w:p w14:paraId="72FC206E" w14:textId="77777777" w:rsidR="00E51E5B" w:rsidRPr="00E255CB" w:rsidRDefault="00E51E5B" w:rsidP="007761BB">
            <w:pPr>
              <w:rPr>
                <w:rFonts w:asciiTheme="minorHAnsi" w:hAnsiTheme="minorHAnsi"/>
                <w:sz w:val="18"/>
                <w:szCs w:val="18"/>
              </w:rPr>
            </w:pP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2FC206F" w14:textId="77777777" w:rsidR="00E51E5B" w:rsidRPr="00E255CB" w:rsidRDefault="00E51E5B" w:rsidP="007761BB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540" w:type="dxa"/>
          </w:tcPr>
          <w:p w14:paraId="72FC2070" w14:textId="77777777" w:rsidR="00E51E5B" w:rsidRPr="00E255CB" w:rsidRDefault="00E51E5B" w:rsidP="007761BB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</w:tr>
      <w:tr w:rsidR="00E51E5B" w:rsidRPr="00E255CB" w14:paraId="72FC2090" w14:textId="77777777" w:rsidTr="00E51E5B">
        <w:tc>
          <w:tcPr>
            <w:tcW w:w="1957" w:type="dxa"/>
          </w:tcPr>
          <w:p w14:paraId="72FC208B" w14:textId="2E9805C9" w:rsidR="00E51E5B" w:rsidRPr="00A3045A" w:rsidRDefault="00E51E5B" w:rsidP="007761BB">
            <w:pPr>
              <w:rPr>
                <w:rFonts w:asciiTheme="minorHAnsi" w:hAnsiTheme="minorHAnsi"/>
                <w:sz w:val="18"/>
                <w:szCs w:val="18"/>
              </w:rPr>
            </w:pPr>
            <w:r w:rsidRPr="00A3045A">
              <w:rPr>
                <w:rFonts w:asciiTheme="minorHAnsi" w:hAnsiTheme="minorHAnsi"/>
                <w:sz w:val="18"/>
                <w:szCs w:val="18"/>
              </w:rPr>
              <w:t>CENA CELKEM</w:t>
            </w:r>
          </w:p>
        </w:tc>
        <w:tc>
          <w:tcPr>
            <w:tcW w:w="1832" w:type="dxa"/>
          </w:tcPr>
          <w:p w14:paraId="72FC208C" w14:textId="77777777" w:rsidR="00E51E5B" w:rsidRPr="00E255CB" w:rsidRDefault="00E51E5B" w:rsidP="007761BB">
            <w:pPr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2FC208D" w14:textId="77777777" w:rsidR="00E51E5B" w:rsidRPr="00E255CB" w:rsidRDefault="00E51E5B" w:rsidP="007761BB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540" w:type="dxa"/>
          </w:tcPr>
          <w:p w14:paraId="72FC208E" w14:textId="77777777" w:rsidR="00E51E5B" w:rsidRPr="00E255CB" w:rsidRDefault="00E51E5B" w:rsidP="007761BB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</w:tr>
    </w:tbl>
    <w:p w14:paraId="72FC2091" w14:textId="77777777" w:rsidR="00F56224" w:rsidRPr="00E255CB" w:rsidRDefault="00F56224" w:rsidP="00F56224">
      <w:pPr>
        <w:spacing w:after="0" w:line="240" w:lineRule="auto"/>
        <w:rPr>
          <w:rFonts w:eastAsia="Times New Roman" w:cs="Times New Roman"/>
        </w:rPr>
      </w:pPr>
    </w:p>
    <w:p w14:paraId="72FC2092" w14:textId="4BDFDA9C" w:rsidR="00F56224" w:rsidRPr="00E255CB" w:rsidRDefault="00F56224" w:rsidP="00F56224">
      <w:pPr>
        <w:spacing w:after="0" w:line="240" w:lineRule="auto"/>
        <w:rPr>
          <w:rFonts w:eastAsia="Times New Roman" w:cs="Times New Roman"/>
        </w:rPr>
      </w:pPr>
      <w:r w:rsidRPr="00E255CB">
        <w:rPr>
          <w:rFonts w:eastAsia="Times New Roman" w:cs="Times New Roman"/>
        </w:rPr>
        <w:t xml:space="preserve">V případě víceprací či </w:t>
      </w:r>
      <w:proofErr w:type="spellStart"/>
      <w:r w:rsidRPr="00E255CB">
        <w:rPr>
          <w:rFonts w:eastAsia="Times New Roman" w:cs="Times New Roman"/>
        </w:rPr>
        <w:t>méněprací</w:t>
      </w:r>
      <w:proofErr w:type="spellEnd"/>
      <w:r w:rsidRPr="00E255CB">
        <w:rPr>
          <w:rFonts w:eastAsia="Times New Roman" w:cs="Times New Roman"/>
        </w:rPr>
        <w:t xml:space="preserve"> v návaznosti na změnu rozsahu Díla budou Strany ve vztahu k činnostem Zhotovitele vycházet z</w:t>
      </w:r>
      <w:r w:rsidR="00E51E5B">
        <w:rPr>
          <w:rFonts w:eastAsia="Times New Roman" w:cs="Times New Roman"/>
        </w:rPr>
        <w:t> jednotné sazby za člověkoden (8 hodin</w:t>
      </w:r>
      <w:r w:rsidRPr="00E255CB">
        <w:rPr>
          <w:rFonts w:eastAsia="Times New Roman" w:cs="Times New Roman"/>
        </w:rPr>
        <w:t xml:space="preserve"> skutečně odvedené práce jednoho člověka na provádění Díla) ve výši </w:t>
      </w:r>
      <w:r w:rsidR="00624733" w:rsidRPr="00E255CB">
        <w:rPr>
          <w:highlight w:val="green"/>
        </w:rPr>
        <w:t>[</w:t>
      </w:r>
      <w:r w:rsidR="00624733" w:rsidRPr="00E255CB">
        <w:rPr>
          <w:i/>
          <w:highlight w:val="green"/>
        </w:rPr>
        <w:t>DOPLNÍ ZHOTOVITEL</w:t>
      </w:r>
      <w:r w:rsidR="00624733">
        <w:rPr>
          <w:i/>
          <w:highlight w:val="green"/>
        </w:rPr>
        <w:t>.</w:t>
      </w:r>
      <w:r w:rsidR="00624733" w:rsidRPr="00E255CB">
        <w:rPr>
          <w:highlight w:val="green"/>
        </w:rPr>
        <w:t>]</w:t>
      </w:r>
      <w:r w:rsidRPr="00E255CB">
        <w:rPr>
          <w:rFonts w:eastAsia="Times New Roman" w:cs="Times New Roman"/>
        </w:rPr>
        <w:t xml:space="preserve">Kč </w:t>
      </w:r>
      <w:r w:rsidR="00624733">
        <w:rPr>
          <w:rFonts w:eastAsia="Times New Roman" w:cs="Times New Roman"/>
        </w:rPr>
        <w:t xml:space="preserve">bez DPH, výše DPH </w:t>
      </w:r>
      <w:r w:rsidR="00624733" w:rsidRPr="00E255CB">
        <w:rPr>
          <w:highlight w:val="green"/>
        </w:rPr>
        <w:t>[</w:t>
      </w:r>
      <w:r w:rsidR="00624733" w:rsidRPr="00E255CB">
        <w:rPr>
          <w:i/>
          <w:highlight w:val="green"/>
        </w:rPr>
        <w:t>DOPLNÍ ZHOTOVITEL</w:t>
      </w:r>
      <w:r w:rsidR="00624733" w:rsidRPr="00E255CB">
        <w:rPr>
          <w:highlight w:val="green"/>
        </w:rPr>
        <w:t>]</w:t>
      </w:r>
      <w:r w:rsidR="00624733">
        <w:rPr>
          <w:rFonts w:eastAsia="Times New Roman" w:cs="Times New Roman"/>
        </w:rPr>
        <w:t>,</w:t>
      </w:r>
      <w:r w:rsidR="00E51E5B">
        <w:rPr>
          <w:rFonts w:eastAsia="Times New Roman" w:cs="Times New Roman"/>
        </w:rPr>
        <w:t xml:space="preserve"> </w:t>
      </w:r>
      <w:r w:rsidR="00624733">
        <w:rPr>
          <w:rFonts w:eastAsia="Times New Roman" w:cs="Times New Roman"/>
        </w:rPr>
        <w:t xml:space="preserve">včetně DPH </w:t>
      </w:r>
      <w:r w:rsidR="00624733" w:rsidRPr="00E255CB">
        <w:rPr>
          <w:highlight w:val="green"/>
        </w:rPr>
        <w:t>[</w:t>
      </w:r>
      <w:r w:rsidR="00624733" w:rsidRPr="00E255CB">
        <w:rPr>
          <w:i/>
          <w:highlight w:val="green"/>
        </w:rPr>
        <w:t>DOPLNÍ ZHOTOVITEL</w:t>
      </w:r>
      <w:r w:rsidR="00624733" w:rsidRPr="00E255CB">
        <w:rPr>
          <w:highlight w:val="green"/>
        </w:rPr>
        <w:t>]</w:t>
      </w:r>
      <w:r w:rsidR="00624733">
        <w:t>.</w:t>
      </w:r>
    </w:p>
    <w:p w14:paraId="72FC2093" w14:textId="77777777" w:rsidR="009F392E" w:rsidRPr="00F0533E" w:rsidRDefault="009F392E" w:rsidP="00F56224">
      <w:pPr>
        <w:keepNext/>
        <w:spacing w:before="240" w:after="0" w:line="240" w:lineRule="auto"/>
        <w:ind w:left="567"/>
        <w:jc w:val="both"/>
        <w:outlineLv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C2096" w14:textId="77777777" w:rsidR="008D06F0" w:rsidRDefault="008D06F0" w:rsidP="00962258">
      <w:pPr>
        <w:spacing w:after="0" w:line="240" w:lineRule="auto"/>
      </w:pPr>
      <w:r>
        <w:separator/>
      </w:r>
    </w:p>
  </w:endnote>
  <w:endnote w:type="continuationSeparator" w:id="0">
    <w:p w14:paraId="72FC2097" w14:textId="77777777" w:rsidR="008D06F0" w:rsidRDefault="008D06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2FC20A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C209F" w14:textId="6BA8417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73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73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FC20A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FC20A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2FC20A2" w14:textId="77777777" w:rsidR="00F1715C" w:rsidRDefault="00F1715C" w:rsidP="00D831A3">
          <w:pPr>
            <w:pStyle w:val="Zpat"/>
          </w:pPr>
        </w:p>
      </w:tc>
    </w:tr>
  </w:tbl>
  <w:p w14:paraId="72FC20A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2FC20B9" wp14:editId="72FC20B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D954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2FC20BB" wp14:editId="72FC20B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EA69E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2FC20B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C20AF" w14:textId="761E42F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62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62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FC20B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2FC20B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FC20B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2FC20B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2FC20B4" w14:textId="77777777" w:rsidR="00F1715C" w:rsidRDefault="00F1715C" w:rsidP="00DC62C4">
          <w:pPr>
            <w:pStyle w:val="Zpat"/>
          </w:pPr>
          <w:r>
            <w:t>www</w:t>
          </w:r>
          <w:r w:rsidR="00DC62C4">
            <w:t>.spravazeleznic</w:t>
          </w:r>
          <w:r>
            <w:t>.cz</w:t>
          </w:r>
        </w:p>
      </w:tc>
      <w:tc>
        <w:tcPr>
          <w:tcW w:w="2921" w:type="dxa"/>
        </w:tcPr>
        <w:p w14:paraId="72FC20B5" w14:textId="77777777" w:rsidR="00F1715C" w:rsidRDefault="00F1715C" w:rsidP="00460660">
          <w:pPr>
            <w:pStyle w:val="Zpat"/>
          </w:pPr>
        </w:p>
      </w:tc>
    </w:tr>
  </w:tbl>
  <w:p w14:paraId="72FC20B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2FC20BF" wp14:editId="72FC20C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F1DBD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2FC20C1" wp14:editId="72FC20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E7479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2FC20B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C2094" w14:textId="77777777" w:rsidR="008D06F0" w:rsidRDefault="008D06F0" w:rsidP="00962258">
      <w:pPr>
        <w:spacing w:after="0" w:line="240" w:lineRule="auto"/>
      </w:pPr>
      <w:r>
        <w:separator/>
      </w:r>
    </w:p>
  </w:footnote>
  <w:footnote w:type="continuationSeparator" w:id="0">
    <w:p w14:paraId="72FC2095" w14:textId="77777777" w:rsidR="008D06F0" w:rsidRDefault="008D06F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2FC209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2FC209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FC209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FC209B" w14:textId="77777777" w:rsidR="00F1715C" w:rsidRPr="00D6163D" w:rsidRDefault="00F1715C" w:rsidP="00D6163D">
          <w:pPr>
            <w:pStyle w:val="Druhdokumentu"/>
          </w:pPr>
        </w:p>
      </w:tc>
    </w:tr>
  </w:tbl>
  <w:p w14:paraId="72FC209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2FC20A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2FC20A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FC20A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2FC20A7" w14:textId="77777777" w:rsidR="00F1715C" w:rsidRPr="00D6163D" w:rsidRDefault="00F1715C" w:rsidP="00FC6389">
          <w:pPr>
            <w:pStyle w:val="Druhdokumentu"/>
          </w:pPr>
        </w:p>
      </w:tc>
    </w:tr>
    <w:tr w:rsidR="009F392E" w14:paraId="72FC20A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2FC20A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FC20A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2FC20AB" w14:textId="77777777" w:rsidR="009F392E" w:rsidRPr="00D6163D" w:rsidRDefault="009F392E" w:rsidP="00FC6389">
          <w:pPr>
            <w:pStyle w:val="Druhdokumentu"/>
          </w:pPr>
        </w:p>
      </w:tc>
    </w:tr>
  </w:tbl>
  <w:p w14:paraId="72FC20A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2FC20BD" wp14:editId="72FC20B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FC20A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72C1E"/>
    <w:rsid w:val="000E23A7"/>
    <w:rsid w:val="000E4423"/>
    <w:rsid w:val="0010693F"/>
    <w:rsid w:val="00114472"/>
    <w:rsid w:val="001550BC"/>
    <w:rsid w:val="001605B9"/>
    <w:rsid w:val="00170EC5"/>
    <w:rsid w:val="001747C1"/>
    <w:rsid w:val="00184743"/>
    <w:rsid w:val="00207DF5"/>
    <w:rsid w:val="00255B5B"/>
    <w:rsid w:val="00280E07"/>
    <w:rsid w:val="002C31BF"/>
    <w:rsid w:val="002D08B1"/>
    <w:rsid w:val="002E0CD7"/>
    <w:rsid w:val="002F62D2"/>
    <w:rsid w:val="00341DCF"/>
    <w:rsid w:val="003512A0"/>
    <w:rsid w:val="00357BC6"/>
    <w:rsid w:val="003956C6"/>
    <w:rsid w:val="003B71C1"/>
    <w:rsid w:val="003C14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5EAF"/>
    <w:rsid w:val="00557C28"/>
    <w:rsid w:val="0056107A"/>
    <w:rsid w:val="005736B7"/>
    <w:rsid w:val="00575E5A"/>
    <w:rsid w:val="005F1404"/>
    <w:rsid w:val="0061068E"/>
    <w:rsid w:val="00624733"/>
    <w:rsid w:val="0065015A"/>
    <w:rsid w:val="00660AD3"/>
    <w:rsid w:val="00677B7F"/>
    <w:rsid w:val="00686073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06F0"/>
    <w:rsid w:val="008F18D6"/>
    <w:rsid w:val="00904780"/>
    <w:rsid w:val="00922385"/>
    <w:rsid w:val="009223DF"/>
    <w:rsid w:val="00923DE9"/>
    <w:rsid w:val="00936091"/>
    <w:rsid w:val="00940D8A"/>
    <w:rsid w:val="00956A4D"/>
    <w:rsid w:val="00962258"/>
    <w:rsid w:val="009678B7"/>
    <w:rsid w:val="009833E1"/>
    <w:rsid w:val="00992D9C"/>
    <w:rsid w:val="00996CB8"/>
    <w:rsid w:val="00997342"/>
    <w:rsid w:val="009B14A9"/>
    <w:rsid w:val="009B2E97"/>
    <w:rsid w:val="009D0D2A"/>
    <w:rsid w:val="009E07F4"/>
    <w:rsid w:val="009F392E"/>
    <w:rsid w:val="00A3045A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AE25FB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62C4"/>
    <w:rsid w:val="00DC75F3"/>
    <w:rsid w:val="00DD46F3"/>
    <w:rsid w:val="00DE56F2"/>
    <w:rsid w:val="00DF116D"/>
    <w:rsid w:val="00E36C4A"/>
    <w:rsid w:val="00E51E5B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56224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FC2058"/>
  <w14:defaultImageDpi w14:val="32767"/>
  <w15:docId w15:val="{73C3C825-C30D-4A48-8F25-6CADDAB6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F56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A01E0F-E8F9-4100-AA45-9DD2777645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3773CE2-B600-4904-B834-4575D317B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2023-03-17T07:48:00Z</dcterms:created>
  <dcterms:modified xsi:type="dcterms:W3CDTF">2023-03-17T07:48:00Z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